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3BE" w:rsidRDefault="00E203BE" w:rsidP="00E203BE">
      <w:pPr>
        <w:rPr>
          <w:sz w:val="24"/>
          <w:szCs w:val="24"/>
        </w:rPr>
      </w:pPr>
    </w:p>
    <w:p w:rsidR="00E203BE" w:rsidRDefault="00E203BE" w:rsidP="00E203BE">
      <w:pPr>
        <w:rPr>
          <w:sz w:val="24"/>
          <w:szCs w:val="24"/>
        </w:rPr>
      </w:pPr>
    </w:p>
    <w:p w:rsidR="00E203BE" w:rsidRDefault="00E203BE" w:rsidP="00E203B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</w:t>
      </w:r>
      <w:r w:rsidRPr="00E203BE">
        <w:rPr>
          <w:sz w:val="24"/>
          <w:szCs w:val="24"/>
        </w:rPr>
        <w:t>rot</w:t>
      </w:r>
      <w:proofErr w:type="spellEnd"/>
      <w:r w:rsidRPr="00E203BE">
        <w:rPr>
          <w:sz w:val="24"/>
          <w:szCs w:val="24"/>
        </w:rPr>
        <w:t xml:space="preserve">. n. </w:t>
      </w:r>
      <w:r w:rsidR="005B20FC">
        <w:rPr>
          <w:sz w:val="24"/>
          <w:szCs w:val="24"/>
        </w:rPr>
        <w:t>23</w:t>
      </w:r>
      <w:r w:rsidR="00456F3A">
        <w:rPr>
          <w:sz w:val="24"/>
          <w:szCs w:val="24"/>
        </w:rPr>
        <w:t>/18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5B20FC">
        <w:rPr>
          <w:sz w:val="24"/>
          <w:szCs w:val="24"/>
        </w:rPr>
        <w:t>23/08/2018</w:t>
      </w:r>
    </w:p>
    <w:p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:rsidR="00E203BE" w:rsidRPr="00E203BE" w:rsidRDefault="00480FA3" w:rsidP="00480FA3">
      <w:pPr>
        <w:ind w:left="4248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203BE" w:rsidRPr="00E203BE">
        <w:rPr>
          <w:sz w:val="24"/>
          <w:szCs w:val="24"/>
        </w:rPr>
        <w:t>Circolo Didattico “</w:t>
      </w:r>
      <w:r w:rsidR="00E203BE" w:rsidRPr="00745729">
        <w:rPr>
          <w:i/>
          <w:sz w:val="24"/>
          <w:szCs w:val="24"/>
        </w:rPr>
        <w:t>E. De Filippo</w:t>
      </w:r>
      <w:r w:rsidR="00E203BE" w:rsidRPr="00E203BE">
        <w:rPr>
          <w:sz w:val="24"/>
          <w:szCs w:val="24"/>
        </w:rPr>
        <w:t>”</w:t>
      </w:r>
    </w:p>
    <w:p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E203BE" w:rsidRPr="00E203BE">
        <w:rPr>
          <w:sz w:val="24"/>
          <w:szCs w:val="24"/>
        </w:rPr>
        <w:t>Santa Maria La Carità (Na)</w:t>
      </w:r>
    </w:p>
    <w:p w:rsidR="00E203BE" w:rsidRPr="00E203BE" w:rsidRDefault="00E203BE" w:rsidP="00E203BE">
      <w:pPr>
        <w:ind w:left="4248"/>
        <w:contextualSpacing/>
        <w:rPr>
          <w:sz w:val="24"/>
          <w:szCs w:val="24"/>
        </w:rPr>
      </w:pPr>
    </w:p>
    <w:p w:rsidR="00E203BE" w:rsidRPr="00E203BE" w:rsidRDefault="00480FA3" w:rsidP="00E203BE">
      <w:pPr>
        <w:ind w:left="424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</w:t>
      </w:r>
      <w:r w:rsidR="00E203BE" w:rsidRPr="00E203BE">
        <w:rPr>
          <w:sz w:val="24"/>
          <w:szCs w:val="24"/>
        </w:rPr>
        <w:t>e.p.c. al Dirigente Scolastico</w:t>
      </w:r>
    </w:p>
    <w:p w:rsidR="00E203BE" w:rsidRPr="00E203BE" w:rsidRDefault="00745729" w:rsidP="00E203BE">
      <w:pPr>
        <w:ind w:left="3540" w:firstLine="70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</w:t>
      </w:r>
      <w:r w:rsidR="00480FA3"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IV Circolo Didattico “</w:t>
      </w:r>
      <w:r w:rsidR="00E203BE" w:rsidRPr="00745729">
        <w:rPr>
          <w:rFonts w:eastAsia="Calibri"/>
          <w:i/>
          <w:sz w:val="24"/>
          <w:szCs w:val="24"/>
          <w:lang w:eastAsia="en-US"/>
        </w:rPr>
        <w:t>Castellammare di Stabia</w:t>
      </w:r>
      <w:r w:rsidR="00E203BE" w:rsidRPr="00E203BE">
        <w:rPr>
          <w:rFonts w:eastAsia="Calibri"/>
          <w:sz w:val="24"/>
          <w:szCs w:val="24"/>
          <w:lang w:eastAsia="en-US"/>
        </w:rPr>
        <w:t>”</w:t>
      </w:r>
    </w:p>
    <w:p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              </w:t>
      </w:r>
      <w:r w:rsidR="00E203BE" w:rsidRPr="00E203BE">
        <w:rPr>
          <w:rFonts w:eastAsia="Calibri"/>
          <w:sz w:val="24"/>
          <w:szCs w:val="24"/>
          <w:lang w:eastAsia="en-US"/>
        </w:rPr>
        <w:t>Castellammare di Stabia (Na)</w:t>
      </w: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>: Ottimizzazione Insegnante di Religione Cattolica – Giuseppina Rotondale</w:t>
      </w:r>
    </w:p>
    <w:p w:rsidR="00E203BE" w:rsidRPr="00E203BE" w:rsidRDefault="00E203BE" w:rsidP="00E203BE">
      <w:pPr>
        <w:jc w:val="both"/>
        <w:rPr>
          <w:sz w:val="24"/>
          <w:szCs w:val="24"/>
        </w:rPr>
      </w:pPr>
    </w:p>
    <w:p w:rsidR="00E203BE" w:rsidRPr="00E203BE" w:rsidRDefault="00E203BE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 w:rsidRPr="00E203BE">
        <w:rPr>
          <w:sz w:val="24"/>
          <w:szCs w:val="24"/>
        </w:rPr>
        <w:t xml:space="preserve">Vista la variazione oraria per </w:t>
      </w:r>
      <w:proofErr w:type="spellStart"/>
      <w:r w:rsidRPr="00E203BE">
        <w:rPr>
          <w:sz w:val="24"/>
          <w:szCs w:val="24"/>
        </w:rPr>
        <w:t>l’a.s.</w:t>
      </w:r>
      <w:proofErr w:type="spellEnd"/>
      <w:r w:rsidRPr="00E203BE">
        <w:rPr>
          <w:sz w:val="24"/>
          <w:szCs w:val="24"/>
        </w:rPr>
        <w:t xml:space="preserve"> 2018/19 sulla sede di utilizzazione dell’Insegnante Giuseppina Rotondale</w:t>
      </w:r>
    </w:p>
    <w:p w:rsidR="00E203BE" w:rsidRPr="00E203BE" w:rsidRDefault="00E203BE" w:rsidP="00E203BE">
      <w:pPr>
        <w:numPr>
          <w:ilvl w:val="0"/>
          <w:numId w:val="1"/>
        </w:numPr>
        <w:rPr>
          <w:sz w:val="24"/>
          <w:szCs w:val="24"/>
        </w:rPr>
      </w:pPr>
      <w:r w:rsidRPr="00E203BE">
        <w:rPr>
          <w:sz w:val="24"/>
          <w:szCs w:val="24"/>
        </w:rPr>
        <w:t xml:space="preserve">Viste le esigenze orarie </w:t>
      </w:r>
      <w:proofErr w:type="spellStart"/>
      <w:r w:rsidRPr="00E203BE">
        <w:rPr>
          <w:sz w:val="24"/>
          <w:szCs w:val="24"/>
        </w:rPr>
        <w:t>a.s.</w:t>
      </w:r>
      <w:proofErr w:type="spellEnd"/>
      <w:r w:rsidRPr="00E203BE">
        <w:rPr>
          <w:sz w:val="24"/>
          <w:szCs w:val="24"/>
        </w:rPr>
        <w:t xml:space="preserve"> 2018/19 relative all’insegnamento della Reli</w:t>
      </w:r>
      <w:r w:rsidR="00480FA3">
        <w:rPr>
          <w:sz w:val="24"/>
          <w:szCs w:val="24"/>
        </w:rPr>
        <w:t xml:space="preserve">gione Cattolica nel </w:t>
      </w:r>
      <w:r w:rsidRPr="00E203BE">
        <w:rPr>
          <w:sz w:val="24"/>
          <w:szCs w:val="24"/>
        </w:rPr>
        <w:t>territorio della diocesi di Sorrento – Castellammare di Stabia;</w:t>
      </w:r>
    </w:p>
    <w:p w:rsidR="00E203BE" w:rsidRDefault="00E203BE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 w:rsidRPr="00E203BE">
        <w:rPr>
          <w:sz w:val="24"/>
          <w:szCs w:val="24"/>
        </w:rPr>
        <w:t xml:space="preserve">Visto il </w:t>
      </w:r>
      <w:proofErr w:type="spellStart"/>
      <w:r w:rsidRPr="00E203BE">
        <w:rPr>
          <w:sz w:val="24"/>
          <w:szCs w:val="24"/>
        </w:rPr>
        <w:t>Dpr</w:t>
      </w:r>
      <w:proofErr w:type="spellEnd"/>
      <w:r w:rsidRPr="00E203BE">
        <w:rPr>
          <w:sz w:val="24"/>
          <w:szCs w:val="24"/>
        </w:rPr>
        <w:t xml:space="preserve"> 20/08/2012 n.175;</w:t>
      </w:r>
    </w:p>
    <w:p w:rsidR="00F4105F" w:rsidRDefault="00F4105F" w:rsidP="00F4105F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Visto il CCNI 28 giugno 2018.</w:t>
      </w:r>
    </w:p>
    <w:p w:rsidR="00F4105F" w:rsidRPr="00E203BE" w:rsidRDefault="00F4105F" w:rsidP="00F4105F">
      <w:pPr>
        <w:ind w:left="750"/>
        <w:jc w:val="both"/>
        <w:rPr>
          <w:sz w:val="24"/>
          <w:szCs w:val="24"/>
        </w:rPr>
      </w:pPr>
    </w:p>
    <w:p w:rsidR="00E203BE" w:rsidRDefault="00E203BE" w:rsidP="00E203BE">
      <w:pPr>
        <w:jc w:val="center"/>
        <w:rPr>
          <w:sz w:val="24"/>
          <w:szCs w:val="24"/>
        </w:rPr>
      </w:pPr>
    </w:p>
    <w:p w:rsidR="00480FA3" w:rsidRPr="00E203BE" w:rsidRDefault="00480FA3" w:rsidP="00E203BE">
      <w:pPr>
        <w:jc w:val="center"/>
        <w:rPr>
          <w:sz w:val="24"/>
          <w:szCs w:val="24"/>
        </w:rPr>
      </w:pP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Pr="00E203BE">
        <w:rPr>
          <w:sz w:val="24"/>
          <w:szCs w:val="24"/>
        </w:rPr>
        <w:t>per l’anno scolastico 2018/2019</w:t>
      </w:r>
    </w:p>
    <w:p w:rsidR="00E203BE" w:rsidRPr="00E203BE" w:rsidRDefault="00E203BE" w:rsidP="00745729">
      <w:pPr>
        <w:jc w:val="center"/>
        <w:rPr>
          <w:b/>
          <w:sz w:val="32"/>
          <w:szCs w:val="24"/>
        </w:rPr>
      </w:pPr>
      <w:r w:rsidRPr="00E203BE">
        <w:rPr>
          <w:b/>
          <w:sz w:val="32"/>
          <w:szCs w:val="24"/>
        </w:rPr>
        <w:t>GIUSEPPINA ROTONDALE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sz w:val="24"/>
          <w:szCs w:val="24"/>
        </w:rPr>
        <w:t>nata a Castellammare di Stabia il 24/12/1961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sz w:val="24"/>
          <w:szCs w:val="24"/>
        </w:rPr>
        <w:t>19.50 ore</w:t>
      </w:r>
      <w:r w:rsidR="00A56B6C">
        <w:rPr>
          <w:sz w:val="24"/>
          <w:szCs w:val="24"/>
        </w:rPr>
        <w:t xml:space="preserve"> </w:t>
      </w:r>
      <w:r w:rsidRPr="00E203BE">
        <w:rPr>
          <w:sz w:val="24"/>
          <w:szCs w:val="24"/>
        </w:rPr>
        <w:t>Scuola</w:t>
      </w:r>
      <w:r w:rsidR="00A56B6C">
        <w:rPr>
          <w:sz w:val="24"/>
          <w:szCs w:val="24"/>
        </w:rPr>
        <w:t xml:space="preserve"> dell’</w:t>
      </w:r>
      <w:r w:rsidRPr="00E203BE">
        <w:rPr>
          <w:sz w:val="24"/>
          <w:szCs w:val="24"/>
        </w:rPr>
        <w:t>Infanzia CD “</w:t>
      </w:r>
      <w:r w:rsidRPr="00E203BE">
        <w:rPr>
          <w:i/>
          <w:sz w:val="24"/>
          <w:szCs w:val="24"/>
        </w:rPr>
        <w:t>E. De Filippo</w:t>
      </w:r>
      <w:r w:rsidRPr="00E203BE">
        <w:rPr>
          <w:sz w:val="24"/>
          <w:szCs w:val="24"/>
        </w:rPr>
        <w:t>” - Santa Maria La Carità</w:t>
      </w:r>
    </w:p>
    <w:p w:rsidR="00745729" w:rsidRDefault="00E203BE" w:rsidP="00745729">
      <w:pPr>
        <w:jc w:val="center"/>
        <w:rPr>
          <w:sz w:val="24"/>
          <w:szCs w:val="24"/>
        </w:rPr>
      </w:pPr>
      <w:r w:rsidRPr="00E203BE">
        <w:rPr>
          <w:sz w:val="24"/>
          <w:szCs w:val="24"/>
        </w:rPr>
        <w:t>4.50 ore Scuola</w:t>
      </w:r>
      <w:r w:rsidR="00A56B6C">
        <w:rPr>
          <w:sz w:val="24"/>
          <w:szCs w:val="24"/>
        </w:rPr>
        <w:t xml:space="preserve"> dell’</w:t>
      </w:r>
      <w:r w:rsidRPr="00E203BE">
        <w:rPr>
          <w:sz w:val="24"/>
          <w:szCs w:val="24"/>
        </w:rPr>
        <w:t>Infanzia IV CD “</w:t>
      </w:r>
      <w:r w:rsidRPr="00E203BE">
        <w:rPr>
          <w:i/>
          <w:sz w:val="24"/>
          <w:szCs w:val="24"/>
        </w:rPr>
        <w:t>Castellammare</w:t>
      </w:r>
      <w:r w:rsidRPr="00E203BE">
        <w:rPr>
          <w:sz w:val="24"/>
          <w:szCs w:val="24"/>
        </w:rPr>
        <w:t>” - Castellammare di Stabia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C22AEC">
        <w:rPr>
          <w:sz w:val="28"/>
          <w:szCs w:val="24"/>
        </w:rPr>
        <w:t xml:space="preserve">+ 1 </w:t>
      </w:r>
      <w:r w:rsidR="008F38FD">
        <w:rPr>
          <w:sz w:val="24"/>
          <w:szCs w:val="24"/>
        </w:rPr>
        <w:t>ora per attività previste dal POF.</w:t>
      </w:r>
      <w:bookmarkStart w:id="0" w:name="_GoBack"/>
      <w:bookmarkEnd w:id="0"/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:rsidR="00E203BE" w:rsidRPr="00E203BE" w:rsidRDefault="00E203BE" w:rsidP="00F4105F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</w:p>
    <w:p w:rsidR="00E203BE" w:rsidRPr="00E203BE" w:rsidRDefault="00E203BE" w:rsidP="00E203BE">
      <w:pPr>
        <w:ind w:left="708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:rsidR="00D31D3D" w:rsidRPr="00C8034B" w:rsidRDefault="00E203BE" w:rsidP="00C8034B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 xml:space="preserve">Maria Rosaria Pirro </w:t>
      </w:r>
      <w:proofErr w:type="spellStart"/>
      <w:r w:rsidRPr="00E203BE">
        <w:rPr>
          <w:sz w:val="24"/>
          <w:szCs w:val="24"/>
        </w:rPr>
        <w:t>Titomanlio</w:t>
      </w:r>
      <w:proofErr w:type="spellEnd"/>
    </w:p>
    <w:sectPr w:rsidR="00D31D3D" w:rsidRPr="00C8034B" w:rsidSect="00D31D3D">
      <w:headerReference w:type="first" r:id="rId9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25" w:rsidRDefault="00593B25">
      <w:r>
        <w:separator/>
      </w:r>
    </w:p>
  </w:endnote>
  <w:endnote w:type="continuationSeparator" w:id="0">
    <w:p w:rsidR="00593B25" w:rsidRDefault="00593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25" w:rsidRDefault="00593B25">
      <w:r>
        <w:separator/>
      </w:r>
    </w:p>
  </w:footnote>
  <w:footnote w:type="continuationSeparator" w:id="0">
    <w:p w:rsidR="00593B25" w:rsidRDefault="00593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5F7C474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E"/>
    <w:rsid w:val="000150DB"/>
    <w:rsid w:val="00030387"/>
    <w:rsid w:val="00065E4A"/>
    <w:rsid w:val="00090026"/>
    <w:rsid w:val="000B3508"/>
    <w:rsid w:val="000C12AA"/>
    <w:rsid w:val="000D37CF"/>
    <w:rsid w:val="00101D69"/>
    <w:rsid w:val="001138BF"/>
    <w:rsid w:val="0011698C"/>
    <w:rsid w:val="001313B0"/>
    <w:rsid w:val="0016209F"/>
    <w:rsid w:val="00175497"/>
    <w:rsid w:val="001909CD"/>
    <w:rsid w:val="00192AB4"/>
    <w:rsid w:val="001A5D53"/>
    <w:rsid w:val="001D3EB1"/>
    <w:rsid w:val="00210E63"/>
    <w:rsid w:val="00226F48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6421E"/>
    <w:rsid w:val="003C3244"/>
    <w:rsid w:val="0040254F"/>
    <w:rsid w:val="0041230D"/>
    <w:rsid w:val="00443481"/>
    <w:rsid w:val="00453384"/>
    <w:rsid w:val="00456F3A"/>
    <w:rsid w:val="00462814"/>
    <w:rsid w:val="004653AE"/>
    <w:rsid w:val="00480FA3"/>
    <w:rsid w:val="004D2F95"/>
    <w:rsid w:val="0051435E"/>
    <w:rsid w:val="005264D7"/>
    <w:rsid w:val="00580B0A"/>
    <w:rsid w:val="00593B25"/>
    <w:rsid w:val="005963D3"/>
    <w:rsid w:val="005A2C0A"/>
    <w:rsid w:val="005A3D01"/>
    <w:rsid w:val="005A4A91"/>
    <w:rsid w:val="005B20FC"/>
    <w:rsid w:val="005B66FC"/>
    <w:rsid w:val="005C17E4"/>
    <w:rsid w:val="005D19EA"/>
    <w:rsid w:val="00663A56"/>
    <w:rsid w:val="00667ED2"/>
    <w:rsid w:val="006A2219"/>
    <w:rsid w:val="006B1AF4"/>
    <w:rsid w:val="006E7E5A"/>
    <w:rsid w:val="006F6DF2"/>
    <w:rsid w:val="00702934"/>
    <w:rsid w:val="00703377"/>
    <w:rsid w:val="0072756F"/>
    <w:rsid w:val="00731A3C"/>
    <w:rsid w:val="00743EEB"/>
    <w:rsid w:val="00745729"/>
    <w:rsid w:val="00752F70"/>
    <w:rsid w:val="007A54CE"/>
    <w:rsid w:val="007D0B4C"/>
    <w:rsid w:val="007D3B7E"/>
    <w:rsid w:val="007E5BFD"/>
    <w:rsid w:val="0082653E"/>
    <w:rsid w:val="008272DB"/>
    <w:rsid w:val="0085608D"/>
    <w:rsid w:val="008A313A"/>
    <w:rsid w:val="008E56F8"/>
    <w:rsid w:val="008F38FD"/>
    <w:rsid w:val="009243FC"/>
    <w:rsid w:val="00926B10"/>
    <w:rsid w:val="00974EEF"/>
    <w:rsid w:val="009E38A6"/>
    <w:rsid w:val="009F3420"/>
    <w:rsid w:val="00A464A4"/>
    <w:rsid w:val="00A56B6C"/>
    <w:rsid w:val="00A70E4D"/>
    <w:rsid w:val="00AC10BE"/>
    <w:rsid w:val="00AD120B"/>
    <w:rsid w:val="00AF3634"/>
    <w:rsid w:val="00B11E67"/>
    <w:rsid w:val="00B513BA"/>
    <w:rsid w:val="00BC73D0"/>
    <w:rsid w:val="00BD40EC"/>
    <w:rsid w:val="00BE2635"/>
    <w:rsid w:val="00BE4EF7"/>
    <w:rsid w:val="00BF07CC"/>
    <w:rsid w:val="00C119BD"/>
    <w:rsid w:val="00C22AEC"/>
    <w:rsid w:val="00C3556B"/>
    <w:rsid w:val="00C4258D"/>
    <w:rsid w:val="00C51837"/>
    <w:rsid w:val="00C60079"/>
    <w:rsid w:val="00C60345"/>
    <w:rsid w:val="00C8034B"/>
    <w:rsid w:val="00CB2C75"/>
    <w:rsid w:val="00CB78A1"/>
    <w:rsid w:val="00CD73F8"/>
    <w:rsid w:val="00D03730"/>
    <w:rsid w:val="00D163DC"/>
    <w:rsid w:val="00D31D3D"/>
    <w:rsid w:val="00D70DA5"/>
    <w:rsid w:val="00DE176C"/>
    <w:rsid w:val="00DE1EE1"/>
    <w:rsid w:val="00E00C85"/>
    <w:rsid w:val="00E203BE"/>
    <w:rsid w:val="00EA068D"/>
    <w:rsid w:val="00EA3062"/>
    <w:rsid w:val="00ED5608"/>
    <w:rsid w:val="00F010FA"/>
    <w:rsid w:val="00F012C1"/>
    <w:rsid w:val="00F3046E"/>
    <w:rsid w:val="00F4105F"/>
    <w:rsid w:val="00F6107F"/>
    <w:rsid w:val="00F751B4"/>
    <w:rsid w:val="00FB159E"/>
    <w:rsid w:val="00FC0B8A"/>
    <w:rsid w:val="00FC1B2D"/>
    <w:rsid w:val="00FC7E17"/>
    <w:rsid w:val="00FD09F4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2e2e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5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FD56C-1793-4DEF-B3C9-3BBDDB042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12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1423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18</cp:revision>
  <cp:lastPrinted>2018-08-20T09:45:00Z</cp:lastPrinted>
  <dcterms:created xsi:type="dcterms:W3CDTF">2018-07-11T09:25:00Z</dcterms:created>
  <dcterms:modified xsi:type="dcterms:W3CDTF">2018-08-30T08:02:00Z</dcterms:modified>
</cp:coreProperties>
</file>